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731FC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31FC9">
        <w:rPr>
          <w:rFonts w:ascii="Corbel" w:hAnsi="Corbel"/>
          <w:b/>
          <w:bCs/>
        </w:rPr>
        <w:t xml:space="preserve">   </w:t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D8678B" w:rsidRPr="00731FC9">
        <w:rPr>
          <w:rFonts w:ascii="Corbel" w:hAnsi="Corbel"/>
          <w:bCs/>
          <w:i/>
        </w:rPr>
        <w:t xml:space="preserve">Załącznik nr </w:t>
      </w:r>
      <w:r w:rsidR="006F31E2" w:rsidRPr="00731FC9">
        <w:rPr>
          <w:rFonts w:ascii="Corbel" w:hAnsi="Corbel"/>
          <w:bCs/>
          <w:i/>
        </w:rPr>
        <w:t>1.5</w:t>
      </w:r>
      <w:r w:rsidR="00D8678B" w:rsidRPr="00731FC9">
        <w:rPr>
          <w:rFonts w:ascii="Corbel" w:hAnsi="Corbel"/>
          <w:bCs/>
          <w:i/>
        </w:rPr>
        <w:t xml:space="preserve"> do Zarządzenia</w:t>
      </w:r>
      <w:r w:rsidR="002A22BF" w:rsidRPr="00731FC9">
        <w:rPr>
          <w:rFonts w:ascii="Corbel" w:hAnsi="Corbel"/>
          <w:bCs/>
          <w:i/>
        </w:rPr>
        <w:t xml:space="preserve"> Rektora UR </w:t>
      </w:r>
      <w:r w:rsidR="00CD6897" w:rsidRPr="00731FC9">
        <w:rPr>
          <w:rFonts w:ascii="Corbel" w:hAnsi="Corbel"/>
          <w:bCs/>
          <w:i/>
        </w:rPr>
        <w:t xml:space="preserve"> nr </w:t>
      </w:r>
      <w:r w:rsidR="00F17567" w:rsidRPr="00731FC9">
        <w:rPr>
          <w:rFonts w:ascii="Corbel" w:hAnsi="Corbel"/>
          <w:bCs/>
          <w:i/>
        </w:rPr>
        <w:t>12/2019</w:t>
      </w:r>
    </w:p>
    <w:p w:rsidR="0085747A" w:rsidRPr="00731F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31F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31FC9">
        <w:rPr>
          <w:rFonts w:ascii="Corbel" w:hAnsi="Corbel"/>
          <w:b/>
          <w:smallCaps/>
          <w:sz w:val="24"/>
          <w:szCs w:val="24"/>
        </w:rPr>
        <w:t xml:space="preserve"> </w:t>
      </w:r>
      <w:r w:rsidR="002A330C" w:rsidRPr="00731FC9">
        <w:rPr>
          <w:rFonts w:ascii="Corbel" w:hAnsi="Corbel"/>
          <w:i/>
          <w:smallCaps/>
          <w:sz w:val="24"/>
          <w:szCs w:val="24"/>
        </w:rPr>
        <w:t>20</w:t>
      </w:r>
      <w:r w:rsidR="00012B95">
        <w:rPr>
          <w:rFonts w:ascii="Corbel" w:hAnsi="Corbel"/>
          <w:i/>
          <w:smallCaps/>
          <w:sz w:val="24"/>
          <w:szCs w:val="24"/>
        </w:rPr>
        <w:t>20</w:t>
      </w:r>
      <w:r w:rsidR="002A330C" w:rsidRPr="00731FC9">
        <w:rPr>
          <w:rFonts w:ascii="Corbel" w:hAnsi="Corbel"/>
          <w:i/>
          <w:smallCaps/>
          <w:sz w:val="24"/>
          <w:szCs w:val="24"/>
        </w:rPr>
        <w:t>-202</w:t>
      </w:r>
      <w:r w:rsidR="00012B95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731FC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31FC9">
        <w:rPr>
          <w:rFonts w:ascii="Corbel" w:hAnsi="Corbel"/>
          <w:i/>
          <w:sz w:val="20"/>
          <w:szCs w:val="20"/>
        </w:rPr>
        <w:t>(skrajne daty</w:t>
      </w:r>
      <w:r w:rsidR="0085747A" w:rsidRPr="00731FC9">
        <w:rPr>
          <w:rFonts w:ascii="Corbel" w:hAnsi="Corbel"/>
          <w:sz w:val="20"/>
          <w:szCs w:val="20"/>
        </w:rPr>
        <w:t>)</w:t>
      </w:r>
    </w:p>
    <w:p w:rsidR="00445970" w:rsidRPr="00731F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  <w:t xml:space="preserve">Rok akademicki   </w:t>
      </w:r>
      <w:r w:rsidR="002A330C" w:rsidRPr="00731FC9">
        <w:rPr>
          <w:rFonts w:ascii="Corbel" w:hAnsi="Corbel"/>
          <w:sz w:val="20"/>
          <w:szCs w:val="20"/>
        </w:rPr>
        <w:t>20</w:t>
      </w:r>
      <w:r w:rsidR="00976F5E">
        <w:rPr>
          <w:rFonts w:ascii="Corbel" w:hAnsi="Corbel"/>
          <w:sz w:val="20"/>
          <w:szCs w:val="20"/>
        </w:rPr>
        <w:t>2</w:t>
      </w:r>
      <w:r w:rsidR="00012B95">
        <w:rPr>
          <w:rFonts w:ascii="Corbel" w:hAnsi="Corbel"/>
          <w:sz w:val="20"/>
          <w:szCs w:val="20"/>
        </w:rPr>
        <w:t>2</w:t>
      </w:r>
      <w:r w:rsidR="002A330C" w:rsidRPr="00731FC9">
        <w:rPr>
          <w:rFonts w:ascii="Corbel" w:hAnsi="Corbel"/>
          <w:sz w:val="20"/>
          <w:szCs w:val="20"/>
        </w:rPr>
        <w:t>/202</w:t>
      </w:r>
      <w:r w:rsidR="00012B95">
        <w:rPr>
          <w:rFonts w:ascii="Corbel" w:hAnsi="Corbel"/>
          <w:sz w:val="20"/>
          <w:szCs w:val="20"/>
        </w:rPr>
        <w:t>3</w:t>
      </w:r>
    </w:p>
    <w:p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31F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1FC9">
        <w:rPr>
          <w:rFonts w:ascii="Corbel" w:hAnsi="Corbel"/>
          <w:szCs w:val="24"/>
        </w:rPr>
        <w:t xml:space="preserve">1. </w:t>
      </w:r>
      <w:r w:rsidR="0085747A" w:rsidRPr="00731FC9">
        <w:rPr>
          <w:rFonts w:ascii="Corbel" w:hAnsi="Corbel"/>
          <w:szCs w:val="24"/>
        </w:rPr>
        <w:t xml:space="preserve">Podstawowe </w:t>
      </w:r>
      <w:r w:rsidR="00445970" w:rsidRPr="00731FC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41"/>
        <w:gridCol w:w="3940"/>
      </w:tblGrid>
      <w:tr w:rsidR="0085747A" w:rsidRPr="00731FC9" w:rsidTr="00D97398">
        <w:tc>
          <w:tcPr>
            <w:tcW w:w="5841" w:type="dxa"/>
            <w:vAlign w:val="center"/>
          </w:tcPr>
          <w:p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940" w:type="dxa"/>
            <w:vAlign w:val="center"/>
          </w:tcPr>
          <w:p w:rsidR="0085747A" w:rsidRPr="00731FC9" w:rsidRDefault="00CB3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Pozyskiwanie funduszy na realizację projektów społecznych</w:t>
            </w:r>
          </w:p>
        </w:tc>
      </w:tr>
      <w:tr w:rsidR="0085747A" w:rsidRPr="00731FC9" w:rsidTr="00D97398">
        <w:tc>
          <w:tcPr>
            <w:tcW w:w="5841" w:type="dxa"/>
            <w:vAlign w:val="center"/>
          </w:tcPr>
          <w:p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F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3940" w:type="dxa"/>
            <w:vAlign w:val="center"/>
          </w:tcPr>
          <w:p w:rsidR="0085747A" w:rsidRPr="00731FC9" w:rsidRDefault="00CB3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7B5">
              <w:rPr>
                <w:rFonts w:ascii="Corbel" w:hAnsi="Corbel"/>
                <w:b w:val="0"/>
                <w:sz w:val="24"/>
                <w:szCs w:val="24"/>
              </w:rPr>
              <w:t>P1S[6]F_</w:t>
            </w:r>
            <w:r w:rsidR="00101CF8">
              <w:rPr>
                <w:rFonts w:ascii="Corbel" w:hAnsi="Corbel"/>
                <w:b w:val="0"/>
                <w:sz w:val="24"/>
                <w:szCs w:val="24"/>
              </w:rPr>
              <w:t>07</w:t>
            </w:r>
          </w:p>
        </w:tc>
      </w:tr>
      <w:tr w:rsidR="0085747A" w:rsidRPr="00731FC9" w:rsidTr="00D97398">
        <w:tc>
          <w:tcPr>
            <w:tcW w:w="5841" w:type="dxa"/>
            <w:vAlign w:val="center"/>
          </w:tcPr>
          <w:p w:rsidR="0085747A" w:rsidRPr="00731F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31F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3940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:rsidTr="00D97398">
        <w:tc>
          <w:tcPr>
            <w:tcW w:w="5841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940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:rsidTr="00D97398">
        <w:tc>
          <w:tcPr>
            <w:tcW w:w="5841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940" w:type="dxa"/>
            <w:vAlign w:val="center"/>
          </w:tcPr>
          <w:p w:rsidR="0085747A" w:rsidRPr="00731FC9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31FC9" w:rsidTr="00D97398">
        <w:tc>
          <w:tcPr>
            <w:tcW w:w="5841" w:type="dxa"/>
            <w:vAlign w:val="center"/>
          </w:tcPr>
          <w:p w:rsidR="0085747A" w:rsidRPr="00731F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940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31FC9" w:rsidTr="00D97398">
        <w:tc>
          <w:tcPr>
            <w:tcW w:w="5841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940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F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FC9" w:rsidTr="00D97398">
        <w:tc>
          <w:tcPr>
            <w:tcW w:w="5841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940" w:type="dxa"/>
            <w:vAlign w:val="center"/>
          </w:tcPr>
          <w:p w:rsidR="0085747A" w:rsidRPr="00731FC9" w:rsidRDefault="00CB3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731FC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FC9" w:rsidTr="00D97398">
        <w:tc>
          <w:tcPr>
            <w:tcW w:w="5841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FC9">
              <w:rPr>
                <w:rFonts w:ascii="Corbel" w:hAnsi="Corbel"/>
                <w:sz w:val="24"/>
                <w:szCs w:val="24"/>
              </w:rPr>
              <w:t>/y</w:t>
            </w:r>
            <w:r w:rsidRPr="00731F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3940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543F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CB37B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731FC9" w:rsidTr="00D97398">
        <w:tc>
          <w:tcPr>
            <w:tcW w:w="5841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940" w:type="dxa"/>
            <w:vAlign w:val="center"/>
          </w:tcPr>
          <w:p w:rsidR="0085747A" w:rsidRPr="00731FC9" w:rsidRDefault="00166C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731FC9" w:rsidTr="00D97398">
        <w:tc>
          <w:tcPr>
            <w:tcW w:w="5841" w:type="dxa"/>
            <w:vAlign w:val="center"/>
          </w:tcPr>
          <w:p w:rsidR="00923D7D" w:rsidRPr="00731F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940" w:type="dxa"/>
            <w:vAlign w:val="center"/>
          </w:tcPr>
          <w:p w:rsidR="00923D7D" w:rsidRPr="00731FC9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731FC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31FC9" w:rsidTr="00D97398">
        <w:tc>
          <w:tcPr>
            <w:tcW w:w="5841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940" w:type="dxa"/>
            <w:vAlign w:val="center"/>
          </w:tcPr>
          <w:p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31FC9" w:rsidTr="00D97398">
        <w:tc>
          <w:tcPr>
            <w:tcW w:w="5841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940" w:type="dxa"/>
            <w:vAlign w:val="center"/>
          </w:tcPr>
          <w:p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="0085747A" w:rsidRPr="00731F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* </w:t>
      </w:r>
      <w:r w:rsidRPr="00731FC9">
        <w:rPr>
          <w:rFonts w:ascii="Corbel" w:hAnsi="Corbel"/>
          <w:i/>
          <w:sz w:val="24"/>
          <w:szCs w:val="24"/>
        </w:rPr>
        <w:t>-</w:t>
      </w:r>
      <w:r w:rsidR="00B90885" w:rsidRPr="00731F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FC9">
        <w:rPr>
          <w:rFonts w:ascii="Corbel" w:hAnsi="Corbel"/>
          <w:b w:val="0"/>
          <w:sz w:val="24"/>
          <w:szCs w:val="24"/>
        </w:rPr>
        <w:t>e,</w:t>
      </w:r>
      <w:r w:rsidRPr="00731FC9">
        <w:rPr>
          <w:rFonts w:ascii="Corbel" w:hAnsi="Corbel"/>
          <w:i/>
          <w:sz w:val="24"/>
          <w:szCs w:val="24"/>
        </w:rPr>
        <w:t xml:space="preserve"> </w:t>
      </w:r>
      <w:r w:rsidRPr="00731F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FC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31F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731FC9" w:rsidRDefault="0085747A" w:rsidP="00D97398">
      <w:pPr>
        <w:pStyle w:val="Podpunkty"/>
        <w:ind w:left="284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1.</w:t>
      </w:r>
      <w:r w:rsidR="00E22FBC" w:rsidRPr="00731FC9">
        <w:rPr>
          <w:rFonts w:ascii="Corbel" w:hAnsi="Corbel"/>
          <w:sz w:val="24"/>
          <w:szCs w:val="24"/>
        </w:rPr>
        <w:t>1</w:t>
      </w:r>
      <w:r w:rsidRPr="00731F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FC9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Semestr</w:t>
            </w:r>
          </w:p>
          <w:p w:rsidR="00015B8F" w:rsidRPr="00731F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(</w:t>
            </w:r>
            <w:r w:rsidR="00363F78" w:rsidRPr="00731F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Wykł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Konw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Sem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Prakt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FC9">
              <w:rPr>
                <w:rFonts w:ascii="Corbel" w:hAnsi="Corbel"/>
                <w:b/>
                <w:szCs w:val="24"/>
              </w:rPr>
              <w:t>Liczba pkt</w:t>
            </w:r>
            <w:r w:rsidR="00B90885" w:rsidRPr="00731FC9">
              <w:rPr>
                <w:rFonts w:ascii="Corbel" w:hAnsi="Corbel"/>
                <w:b/>
                <w:szCs w:val="24"/>
              </w:rPr>
              <w:t>.</w:t>
            </w:r>
            <w:r w:rsidRPr="00731F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FC9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31FC9" w:rsidRDefault="00FE65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V</w:t>
            </w:r>
            <w:r w:rsidR="003543F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3543F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3543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CB37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731FC9" w:rsidRDefault="00923D7D" w:rsidP="00D9739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31F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1.</w:t>
      </w:r>
      <w:r w:rsidR="00E22FBC" w:rsidRPr="00731FC9">
        <w:rPr>
          <w:rFonts w:ascii="Corbel" w:hAnsi="Corbel"/>
          <w:smallCaps w:val="0"/>
          <w:szCs w:val="24"/>
        </w:rPr>
        <w:t>2</w:t>
      </w:r>
      <w:r w:rsidR="00F83B28" w:rsidRPr="00731FC9">
        <w:rPr>
          <w:rFonts w:ascii="Corbel" w:hAnsi="Corbel"/>
          <w:smallCaps w:val="0"/>
          <w:szCs w:val="24"/>
        </w:rPr>
        <w:t>.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31FC9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eastAsia="MS Gothic" w:hAnsi="Corbel" w:cs="MS Gothic"/>
          <w:b w:val="0"/>
          <w:szCs w:val="24"/>
        </w:rPr>
        <w:t>x</w:t>
      </w:r>
      <w:r w:rsidR="0085747A" w:rsidRPr="00731F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731F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Segoe UI Symbol" w:eastAsia="MS Gothic" w:hAnsi="Segoe UI Symbol" w:cs="Segoe UI Symbol"/>
          <w:b w:val="0"/>
          <w:szCs w:val="24"/>
        </w:rPr>
        <w:t>☐</w:t>
      </w:r>
      <w:r w:rsidRPr="00731F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31FC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1.3 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>For</w:t>
      </w:r>
      <w:r w:rsidR="00445970" w:rsidRPr="00731FC9">
        <w:rPr>
          <w:rFonts w:ascii="Corbel" w:hAnsi="Corbel"/>
          <w:smallCaps w:val="0"/>
          <w:szCs w:val="24"/>
        </w:rPr>
        <w:t xml:space="preserve">ma zaliczenia przedmiotu </w:t>
      </w:r>
      <w:r w:rsidRPr="00731FC9">
        <w:rPr>
          <w:rFonts w:ascii="Corbel" w:hAnsi="Corbel"/>
          <w:smallCaps w:val="0"/>
          <w:szCs w:val="24"/>
        </w:rPr>
        <w:t xml:space="preserve"> (z toku) </w:t>
      </w:r>
      <w:r w:rsidRPr="00731FC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731FC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31FC9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1FC9">
        <w:rPr>
          <w:rFonts w:ascii="Corbel" w:hAnsi="Corbel"/>
          <w:b w:val="0"/>
          <w:szCs w:val="24"/>
        </w:rPr>
        <w:t>Zaliczenie z Oceną</w:t>
      </w:r>
    </w:p>
    <w:p w:rsidR="00E960BB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31FC9" w:rsidTr="00745302">
        <w:tc>
          <w:tcPr>
            <w:tcW w:w="9670" w:type="dxa"/>
          </w:tcPr>
          <w:p w:rsidR="0085747A" w:rsidRPr="00731FC9" w:rsidRDefault="00CB37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Ukończenie przedmiotu projekt socjalny.</w:t>
            </w:r>
          </w:p>
        </w:tc>
      </w:tr>
    </w:tbl>
    <w:p w:rsidR="00153C41" w:rsidRPr="00731FC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31F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>3.</w:t>
      </w:r>
      <w:r w:rsidR="0085747A" w:rsidRPr="00731FC9">
        <w:rPr>
          <w:rFonts w:ascii="Corbel" w:hAnsi="Corbel"/>
          <w:szCs w:val="24"/>
        </w:rPr>
        <w:t xml:space="preserve"> </w:t>
      </w:r>
      <w:r w:rsidR="00A84C85" w:rsidRPr="00731FC9">
        <w:rPr>
          <w:rFonts w:ascii="Corbel" w:hAnsi="Corbel"/>
          <w:szCs w:val="24"/>
        </w:rPr>
        <w:t>cele, efekty uczenia się</w:t>
      </w:r>
      <w:r w:rsidR="0085747A" w:rsidRPr="00731FC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31F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3.1 </w:t>
      </w:r>
      <w:r w:rsidR="00C05F44" w:rsidRPr="00731FC9">
        <w:rPr>
          <w:rFonts w:ascii="Corbel" w:hAnsi="Corbel"/>
          <w:sz w:val="24"/>
          <w:szCs w:val="24"/>
        </w:rPr>
        <w:t>Cele przedmiotu</w:t>
      </w:r>
    </w:p>
    <w:p w:rsidR="00F83B28" w:rsidRPr="00731F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820585" w:rsidRPr="00731FC9" w:rsidTr="006A3D4B">
        <w:tc>
          <w:tcPr>
            <w:tcW w:w="845" w:type="dxa"/>
            <w:vAlign w:val="center"/>
          </w:tcPr>
          <w:p w:rsidR="00820585" w:rsidRPr="00731FC9" w:rsidRDefault="00820585" w:rsidP="00D973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820585" w:rsidRPr="00C77DD3" w:rsidRDefault="00820585" w:rsidP="00D97398">
            <w:pPr>
              <w:spacing w:after="0"/>
            </w:pPr>
            <w:r w:rsidRPr="00C77DD3">
              <w:t xml:space="preserve">Zapoznanie </w:t>
            </w:r>
            <w:r>
              <w:t xml:space="preserve">studentów </w:t>
            </w:r>
            <w:r w:rsidRPr="00C77DD3">
              <w:t xml:space="preserve">z metodami i narzędziami, w tym technikami pozyskiwania danych, właściwymi dla </w:t>
            </w:r>
            <w:r>
              <w:t>pracy socjalnej</w:t>
            </w:r>
            <w:r w:rsidRPr="00C77DD3">
              <w:t xml:space="preserve">, pozwalającymi opisywać struktury i instytucje społeczne oraz </w:t>
            </w:r>
            <w:r w:rsidRPr="00C77DD3">
              <w:lastRenderedPageBreak/>
              <w:t>procesy w nich i między nimi zachodzące</w:t>
            </w:r>
          </w:p>
        </w:tc>
      </w:tr>
      <w:tr w:rsidR="00820585" w:rsidRPr="00731FC9" w:rsidTr="006A3D4B">
        <w:tc>
          <w:tcPr>
            <w:tcW w:w="845" w:type="dxa"/>
            <w:vAlign w:val="center"/>
          </w:tcPr>
          <w:p w:rsidR="00820585" w:rsidRPr="00731FC9" w:rsidRDefault="00820585" w:rsidP="00D9739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:rsidR="00820585" w:rsidRPr="00C77DD3" w:rsidRDefault="00820585" w:rsidP="00D97398">
            <w:pPr>
              <w:spacing w:after="0"/>
            </w:pPr>
            <w:r w:rsidRPr="00C77DD3">
              <w:t xml:space="preserve">Zaznajomienie </w:t>
            </w:r>
            <w:r>
              <w:t>studentów</w:t>
            </w:r>
            <w:r w:rsidRPr="00C77DD3">
              <w:t xml:space="preserve"> z możliwościami aplikowania o środki </w:t>
            </w:r>
            <w:r>
              <w:t>na realizację projektów społecznych</w:t>
            </w:r>
          </w:p>
        </w:tc>
      </w:tr>
      <w:tr w:rsidR="00820585" w:rsidRPr="00731FC9" w:rsidTr="006A3D4B">
        <w:tc>
          <w:tcPr>
            <w:tcW w:w="845" w:type="dxa"/>
            <w:vAlign w:val="center"/>
          </w:tcPr>
          <w:p w:rsidR="00820585" w:rsidRPr="00731FC9" w:rsidRDefault="00820585" w:rsidP="00D9739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:rsidR="00820585" w:rsidRPr="00C77DD3" w:rsidRDefault="00820585" w:rsidP="00D97398">
            <w:pPr>
              <w:spacing w:after="0"/>
            </w:pPr>
            <w:r w:rsidRPr="00C77DD3">
              <w:t xml:space="preserve">Kształtowanie u </w:t>
            </w:r>
            <w:r>
              <w:t>studentów</w:t>
            </w:r>
            <w:r w:rsidRPr="00C77DD3">
              <w:t xml:space="preserve"> umiejętność rozumienia i analizowania zjawisk</w:t>
            </w:r>
          </w:p>
        </w:tc>
      </w:tr>
    </w:tbl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31FC9" w:rsidRDefault="009F4610" w:rsidP="00D9739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3.2 </w:t>
      </w:r>
      <w:r w:rsidR="001D7B54" w:rsidRPr="00731FC9">
        <w:rPr>
          <w:rFonts w:ascii="Corbel" w:hAnsi="Corbel"/>
          <w:b/>
          <w:sz w:val="24"/>
          <w:szCs w:val="24"/>
        </w:rPr>
        <w:t xml:space="preserve">Efekty </w:t>
      </w:r>
      <w:r w:rsidR="00C05F44" w:rsidRPr="00731F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FC9">
        <w:rPr>
          <w:rFonts w:ascii="Corbel" w:hAnsi="Corbel"/>
          <w:b/>
          <w:sz w:val="24"/>
          <w:szCs w:val="24"/>
        </w:rPr>
        <w:t>dla przedmiotu</w:t>
      </w:r>
      <w:r w:rsidR="00445970" w:rsidRPr="00731FC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731FC9" w:rsidTr="006A3D4B">
        <w:tc>
          <w:tcPr>
            <w:tcW w:w="1681" w:type="dxa"/>
            <w:vAlign w:val="center"/>
          </w:tcPr>
          <w:p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F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F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0585" w:rsidRPr="00731FC9" w:rsidTr="006A3D4B">
        <w:tc>
          <w:tcPr>
            <w:tcW w:w="1681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Instytucje regionalne, krajowe i międzynarodowe przeciwdziałające wykluczeniu społecznemu i działające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które finansują działania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grantodawcze</w:t>
            </w:r>
            <w:proofErr w:type="spellEnd"/>
          </w:p>
        </w:tc>
        <w:tc>
          <w:tcPr>
            <w:tcW w:w="1865" w:type="dxa"/>
          </w:tcPr>
          <w:p w:rsidR="00820585" w:rsidRDefault="00820585" w:rsidP="00820585">
            <w:r w:rsidRPr="00640075">
              <w:t xml:space="preserve">K_W04, </w:t>
            </w:r>
          </w:p>
        </w:tc>
      </w:tr>
      <w:tr w:rsidR="00820585" w:rsidRPr="00731FC9" w:rsidTr="006A3D4B">
        <w:tc>
          <w:tcPr>
            <w:tcW w:w="1681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strukturę i zakres działania poszczególnych instytucji społecznych w wymiarze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 udzielają wsparcia finansowego</w:t>
            </w:r>
          </w:p>
        </w:tc>
        <w:tc>
          <w:tcPr>
            <w:tcW w:w="1865" w:type="dxa"/>
          </w:tcPr>
          <w:p w:rsidR="00820585" w:rsidRDefault="00820585" w:rsidP="00820585">
            <w:r w:rsidRPr="00640075">
              <w:t xml:space="preserve">K_W12, </w:t>
            </w:r>
          </w:p>
        </w:tc>
      </w:tr>
      <w:tr w:rsidR="00820585" w:rsidRPr="00731FC9" w:rsidTr="006A3D4B">
        <w:tc>
          <w:tcPr>
            <w:tcW w:w="1681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ś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cieżki projektowania własnego rozwoju w obszarze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pozyskiwania środków na działalności organizacji pomocowych</w:t>
            </w:r>
          </w:p>
        </w:tc>
        <w:tc>
          <w:tcPr>
            <w:tcW w:w="1865" w:type="dxa"/>
          </w:tcPr>
          <w:p w:rsidR="00820585" w:rsidRDefault="00820585" w:rsidP="00820585">
            <w:r w:rsidRPr="00640075">
              <w:t xml:space="preserve">K_W14, </w:t>
            </w:r>
          </w:p>
        </w:tc>
      </w:tr>
      <w:tr w:rsidR="00820585" w:rsidRPr="00731FC9" w:rsidTr="006A3D4B">
        <w:tc>
          <w:tcPr>
            <w:tcW w:w="1681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pozyskiwania funduszy na działalność organizacji</w:t>
            </w:r>
          </w:p>
        </w:tc>
        <w:tc>
          <w:tcPr>
            <w:tcW w:w="1865" w:type="dxa"/>
          </w:tcPr>
          <w:p w:rsidR="00820585" w:rsidRDefault="00820585" w:rsidP="00820585">
            <w:r w:rsidRPr="00640075">
              <w:t xml:space="preserve">K_W15, </w:t>
            </w:r>
          </w:p>
        </w:tc>
      </w:tr>
      <w:tr w:rsidR="00820585" w:rsidRPr="00731FC9" w:rsidTr="006A3D4B">
        <w:tc>
          <w:tcPr>
            <w:tcW w:w="1681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umiejętności 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wykorzystywa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 w:rsidR="00296C5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 xml:space="preserve"> wynikając</w:t>
            </w:r>
            <w:r w:rsidR="00296C53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 xml:space="preserve"> z diagnozowania procesów i zjawisk społecznych w praktyce pracy socjalnej</w:t>
            </w:r>
            <w:r w:rsidR="00296C53">
              <w:rPr>
                <w:rFonts w:ascii="Corbel" w:hAnsi="Corbel"/>
                <w:b w:val="0"/>
                <w:smallCaps w:val="0"/>
                <w:szCs w:val="24"/>
              </w:rPr>
              <w:t xml:space="preserve"> poprzez tworzenie wniosków o dofinansowanie działalności </w:t>
            </w:r>
          </w:p>
        </w:tc>
        <w:tc>
          <w:tcPr>
            <w:tcW w:w="1865" w:type="dxa"/>
          </w:tcPr>
          <w:p w:rsidR="00820585" w:rsidRDefault="00820585" w:rsidP="00820585">
            <w:r w:rsidRPr="00640075">
              <w:t xml:space="preserve">K_U02, </w:t>
            </w:r>
          </w:p>
        </w:tc>
      </w:tr>
      <w:tr w:rsidR="00820585" w:rsidRPr="00731FC9" w:rsidTr="006A3D4B">
        <w:tc>
          <w:tcPr>
            <w:tcW w:w="1681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820585" w:rsidRDefault="00296C53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s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amodzieln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 xml:space="preserve"> i efektywn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ego zdobycia i 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wykorzystywać powierzone mu do dyspozycji środki w celu wykonywania typowych dla pracownika socjalnego zadań zawodowych</w:t>
            </w:r>
          </w:p>
        </w:tc>
        <w:tc>
          <w:tcPr>
            <w:tcW w:w="1865" w:type="dxa"/>
          </w:tcPr>
          <w:p w:rsidR="00820585" w:rsidRDefault="00820585" w:rsidP="00820585">
            <w:r w:rsidRPr="00640075">
              <w:t xml:space="preserve">K_U10, </w:t>
            </w:r>
          </w:p>
        </w:tc>
      </w:tr>
      <w:tr w:rsidR="00820585" w:rsidRPr="00731FC9" w:rsidTr="006A3D4B">
        <w:tc>
          <w:tcPr>
            <w:tcW w:w="1681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820585" w:rsidRDefault="00296C53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udział w aktywnym i efektywnym podziale zadań związanych z pozyskiwaniem środków na działalność </w:t>
            </w:r>
          </w:p>
        </w:tc>
        <w:tc>
          <w:tcPr>
            <w:tcW w:w="1865" w:type="dxa"/>
          </w:tcPr>
          <w:p w:rsidR="00820585" w:rsidRDefault="00820585" w:rsidP="00820585">
            <w:r w:rsidRPr="00640075">
              <w:t xml:space="preserve">K_U18, </w:t>
            </w:r>
          </w:p>
        </w:tc>
      </w:tr>
      <w:tr w:rsidR="00820585" w:rsidRPr="00731FC9" w:rsidTr="006A3D4B">
        <w:tc>
          <w:tcPr>
            <w:tcW w:w="1681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820585" w:rsidRDefault="00296C53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kompetencję do 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inicjowania działań na rzecz interesu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dobywania środków finansowych</w:t>
            </w:r>
          </w:p>
        </w:tc>
        <w:tc>
          <w:tcPr>
            <w:tcW w:w="1865" w:type="dxa"/>
          </w:tcPr>
          <w:p w:rsidR="00820585" w:rsidRDefault="00820585" w:rsidP="00820585">
            <w:r w:rsidRPr="00640075">
              <w:t xml:space="preserve">K_K02, </w:t>
            </w:r>
          </w:p>
        </w:tc>
      </w:tr>
      <w:tr w:rsidR="00820585" w:rsidRPr="00731FC9" w:rsidTr="006A3D4B">
        <w:tc>
          <w:tcPr>
            <w:tcW w:w="1681" w:type="dxa"/>
          </w:tcPr>
          <w:p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820585" w:rsidRDefault="00296C53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kompetencje do 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myślenia w sposób przedsiębiorczy oraz uczestnictwa w grupach, organizacjach, instytucjach podejmujących działania socjalne i realizujących projekty społeczne</w:t>
            </w:r>
          </w:p>
        </w:tc>
        <w:tc>
          <w:tcPr>
            <w:tcW w:w="1865" w:type="dxa"/>
          </w:tcPr>
          <w:p w:rsidR="00820585" w:rsidRDefault="00820585" w:rsidP="00820585">
            <w:r w:rsidRPr="00640075">
              <w:t xml:space="preserve">K_K06 </w:t>
            </w:r>
          </w:p>
        </w:tc>
      </w:tr>
    </w:tbl>
    <w:p w:rsidR="0085747A" w:rsidRPr="00731FC9" w:rsidRDefault="008205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/>
      </w:r>
    </w:p>
    <w:p w:rsidR="0085747A" w:rsidRPr="00731F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>3.3</w:t>
      </w:r>
      <w:r w:rsidR="001D7B54" w:rsidRPr="00731FC9">
        <w:rPr>
          <w:rFonts w:ascii="Corbel" w:hAnsi="Corbel"/>
          <w:b/>
          <w:sz w:val="24"/>
          <w:szCs w:val="24"/>
        </w:rPr>
        <w:t xml:space="preserve"> </w:t>
      </w:r>
      <w:r w:rsidR="0085747A" w:rsidRPr="00731FC9">
        <w:rPr>
          <w:rFonts w:ascii="Corbel" w:hAnsi="Corbel"/>
          <w:b/>
          <w:sz w:val="24"/>
          <w:szCs w:val="24"/>
        </w:rPr>
        <w:t>T</w:t>
      </w:r>
      <w:r w:rsidR="001D7B54" w:rsidRPr="00731FC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31FC9">
        <w:rPr>
          <w:rFonts w:ascii="Corbel" w:hAnsi="Corbel"/>
          <w:sz w:val="24"/>
          <w:szCs w:val="24"/>
        </w:rPr>
        <w:t xml:space="preserve">  </w:t>
      </w:r>
    </w:p>
    <w:p w:rsidR="0085747A" w:rsidRPr="00731F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731F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731FC9" w:rsidTr="003811AF">
        <w:tc>
          <w:tcPr>
            <w:tcW w:w="9520" w:type="dxa"/>
          </w:tcPr>
          <w:p w:rsidR="0085747A" w:rsidRPr="00731F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31FC9" w:rsidTr="003811AF">
        <w:tc>
          <w:tcPr>
            <w:tcW w:w="9520" w:type="dxa"/>
          </w:tcPr>
          <w:p w:rsidR="00516297" w:rsidRPr="00731FC9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97398" w:rsidRDefault="0085747A" w:rsidP="00D9739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FC9">
        <w:rPr>
          <w:rFonts w:ascii="Corbel" w:hAnsi="Corbel"/>
          <w:sz w:val="24"/>
          <w:szCs w:val="24"/>
        </w:rPr>
        <w:t xml:space="preserve">, </w:t>
      </w:r>
      <w:r w:rsidR="00D97398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731FC9" w:rsidTr="00731FC9">
        <w:tc>
          <w:tcPr>
            <w:tcW w:w="9520" w:type="dxa"/>
          </w:tcPr>
          <w:p w:rsidR="0085747A" w:rsidRPr="00731F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6C53" w:rsidRPr="00731FC9" w:rsidTr="00731FC9">
        <w:tc>
          <w:tcPr>
            <w:tcW w:w="9520" w:type="dxa"/>
          </w:tcPr>
          <w:p w:rsidR="00296C53" w:rsidRPr="00181B84" w:rsidRDefault="00296C53" w:rsidP="00D97398">
            <w:pPr>
              <w:spacing w:after="0"/>
            </w:pPr>
            <w:r w:rsidRPr="00181B84">
              <w:t>Proces badawczy w naukach społecznych</w:t>
            </w:r>
          </w:p>
        </w:tc>
      </w:tr>
      <w:tr w:rsidR="00296C53" w:rsidRPr="00731FC9" w:rsidTr="00731FC9">
        <w:tc>
          <w:tcPr>
            <w:tcW w:w="9520" w:type="dxa"/>
          </w:tcPr>
          <w:p w:rsidR="00296C53" w:rsidRPr="00181B84" w:rsidRDefault="00296C53" w:rsidP="00D97398">
            <w:pPr>
              <w:spacing w:after="0"/>
            </w:pPr>
            <w:r>
              <w:t>Projekty społeczne</w:t>
            </w:r>
            <w:r w:rsidRPr="00181B84">
              <w:t xml:space="preserve"> – podstawy prawne, konkursy realizowane przez </w:t>
            </w:r>
            <w:r>
              <w:t xml:space="preserve">samorządy, ROPS, </w:t>
            </w:r>
            <w:proofErr w:type="spellStart"/>
            <w:r>
              <w:t>MRPiPS</w:t>
            </w:r>
            <w:proofErr w:type="spellEnd"/>
            <w:r>
              <w:t>, fundacje, stowarzyszenia</w:t>
            </w:r>
          </w:p>
        </w:tc>
      </w:tr>
      <w:tr w:rsidR="00296C53" w:rsidRPr="00731FC9" w:rsidTr="00731FC9">
        <w:tc>
          <w:tcPr>
            <w:tcW w:w="9520" w:type="dxa"/>
          </w:tcPr>
          <w:p w:rsidR="00296C53" w:rsidRPr="00181B84" w:rsidRDefault="00296C53" w:rsidP="00D97398">
            <w:pPr>
              <w:spacing w:after="0"/>
            </w:pPr>
            <w:r w:rsidRPr="00181B84">
              <w:t>Sposoby i techniki przegotowania wniosków o dofinansowanie projektów  – wymagania, kryteria ocen, najczęściej popełniane błędy</w:t>
            </w:r>
          </w:p>
        </w:tc>
      </w:tr>
      <w:tr w:rsidR="00296C53" w:rsidRPr="00731FC9" w:rsidTr="00731FC9">
        <w:tc>
          <w:tcPr>
            <w:tcW w:w="9520" w:type="dxa"/>
          </w:tcPr>
          <w:p w:rsidR="00296C53" w:rsidRDefault="00296C53" w:rsidP="00D97398">
            <w:pPr>
              <w:spacing w:after="0"/>
            </w:pPr>
            <w:r w:rsidRPr="00181B84">
              <w:t>Organizacja projektu</w:t>
            </w:r>
            <w:r>
              <w:t xml:space="preserve"> – wypełnianie wniosków w generatorze wniosków</w:t>
            </w:r>
          </w:p>
        </w:tc>
      </w:tr>
    </w:tbl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31F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3.4 Metody dydaktyczne</w:t>
      </w:r>
      <w:r w:rsidRPr="00731FC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31FC9" w:rsidRDefault="000B5AF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B5AFF">
        <w:rPr>
          <w:rFonts w:ascii="Corbel" w:hAnsi="Corbel"/>
          <w:b w:val="0"/>
          <w:smallCaps w:val="0"/>
          <w:szCs w:val="24"/>
        </w:rPr>
        <w:t xml:space="preserve">Wykład z prezentacją </w:t>
      </w:r>
      <w:proofErr w:type="spellStart"/>
      <w:r w:rsidRPr="000B5AFF">
        <w:rPr>
          <w:rFonts w:ascii="Corbel" w:hAnsi="Corbel"/>
          <w:b w:val="0"/>
          <w:smallCaps w:val="0"/>
          <w:szCs w:val="24"/>
        </w:rPr>
        <w:t>mutlimedialną</w:t>
      </w:r>
      <w:proofErr w:type="spellEnd"/>
      <w:r w:rsidRPr="000B5AFF">
        <w:rPr>
          <w:rFonts w:ascii="Corbel" w:hAnsi="Corbel"/>
          <w:b w:val="0"/>
          <w:smallCaps w:val="0"/>
          <w:szCs w:val="24"/>
        </w:rPr>
        <w:t xml:space="preserve">, </w:t>
      </w:r>
      <w:r w:rsidR="00296C53" w:rsidRPr="00296C53">
        <w:rPr>
          <w:rFonts w:ascii="Corbel" w:hAnsi="Corbel"/>
          <w:b w:val="0"/>
          <w:smallCaps w:val="0"/>
          <w:szCs w:val="24"/>
        </w:rPr>
        <w:t>analiza tekstów z dyskusją, metoda projektów</w:t>
      </w:r>
    </w:p>
    <w:p w:rsidR="00E960BB" w:rsidRPr="00731FC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31F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 </w:t>
      </w:r>
      <w:r w:rsidR="0085747A" w:rsidRPr="00731FC9">
        <w:rPr>
          <w:rFonts w:ascii="Corbel" w:hAnsi="Corbel"/>
          <w:smallCaps w:val="0"/>
          <w:szCs w:val="24"/>
        </w:rPr>
        <w:t>METODY I KRYTERIA OCENY</w:t>
      </w:r>
      <w:r w:rsidR="009F4610" w:rsidRPr="00731FC9">
        <w:rPr>
          <w:rFonts w:ascii="Corbel" w:hAnsi="Corbel"/>
          <w:smallCaps w:val="0"/>
          <w:szCs w:val="24"/>
        </w:rPr>
        <w:t xml:space="preserve"> </w:t>
      </w:r>
    </w:p>
    <w:p w:rsidR="00923D7D" w:rsidRPr="00731F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97398" w:rsidRDefault="0085747A" w:rsidP="00D973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FC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731FC9" w:rsidTr="00731FC9">
        <w:tc>
          <w:tcPr>
            <w:tcW w:w="1962" w:type="dxa"/>
            <w:vAlign w:val="center"/>
          </w:tcPr>
          <w:p w:rsidR="0085747A" w:rsidRPr="00731F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731FC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731F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731FC9" w:rsidTr="00731FC9">
        <w:tc>
          <w:tcPr>
            <w:tcW w:w="1962" w:type="dxa"/>
          </w:tcPr>
          <w:p w:rsidR="000B5AFF" w:rsidRPr="00731FC9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731FC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0B5AFF" w:rsidRPr="00770B04" w:rsidRDefault="00F94E3F" w:rsidP="000B5AFF">
            <w:r>
              <w:t xml:space="preserve">Przygotowanie projektu o dofinansowanie </w:t>
            </w:r>
          </w:p>
        </w:tc>
        <w:tc>
          <w:tcPr>
            <w:tcW w:w="2117" w:type="dxa"/>
          </w:tcPr>
          <w:p w:rsidR="000B5AFF" w:rsidRPr="00F53D02" w:rsidRDefault="003543F4" w:rsidP="000B5AFF">
            <w:r>
              <w:t>konwersatorium</w:t>
            </w:r>
          </w:p>
        </w:tc>
      </w:tr>
      <w:tr w:rsidR="003543F4" w:rsidRPr="00731FC9" w:rsidTr="00731FC9">
        <w:tc>
          <w:tcPr>
            <w:tcW w:w="1962" w:type="dxa"/>
          </w:tcPr>
          <w:p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31FC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31FC9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:rsidR="003543F4" w:rsidRPr="003543F4" w:rsidRDefault="003543F4" w:rsidP="003543F4">
            <w:r w:rsidRPr="00C26C46">
              <w:t>konwersatorium</w:t>
            </w:r>
          </w:p>
        </w:tc>
      </w:tr>
      <w:tr w:rsidR="003543F4" w:rsidRPr="00731FC9" w:rsidTr="00731FC9">
        <w:tc>
          <w:tcPr>
            <w:tcW w:w="1962" w:type="dxa"/>
          </w:tcPr>
          <w:p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F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:rsidR="003543F4" w:rsidRPr="003543F4" w:rsidRDefault="003543F4" w:rsidP="003543F4">
            <w:r w:rsidRPr="00C26C46">
              <w:t>konwersatorium</w:t>
            </w:r>
          </w:p>
        </w:tc>
      </w:tr>
      <w:tr w:rsidR="003543F4" w:rsidRPr="00731FC9" w:rsidTr="00731FC9">
        <w:tc>
          <w:tcPr>
            <w:tcW w:w="1962" w:type="dxa"/>
          </w:tcPr>
          <w:p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F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:rsidR="003543F4" w:rsidRPr="003543F4" w:rsidRDefault="003543F4" w:rsidP="003543F4">
            <w:r w:rsidRPr="00C26C46">
              <w:t>konwersatorium</w:t>
            </w:r>
          </w:p>
        </w:tc>
      </w:tr>
      <w:tr w:rsidR="003543F4" w:rsidRPr="00731FC9" w:rsidTr="00731FC9">
        <w:tc>
          <w:tcPr>
            <w:tcW w:w="1962" w:type="dxa"/>
          </w:tcPr>
          <w:p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1F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:rsidR="003543F4" w:rsidRPr="003543F4" w:rsidRDefault="003543F4" w:rsidP="003543F4">
            <w:r w:rsidRPr="00C26C46">
              <w:t>konwersatorium</w:t>
            </w:r>
          </w:p>
        </w:tc>
      </w:tr>
      <w:tr w:rsidR="003543F4" w:rsidRPr="00731FC9" w:rsidTr="00731FC9">
        <w:tc>
          <w:tcPr>
            <w:tcW w:w="1962" w:type="dxa"/>
          </w:tcPr>
          <w:p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:rsidR="003543F4" w:rsidRDefault="003543F4" w:rsidP="003543F4">
            <w:r w:rsidRPr="00C26C46">
              <w:t>konwersatorium</w:t>
            </w:r>
          </w:p>
        </w:tc>
      </w:tr>
      <w:tr w:rsidR="003543F4" w:rsidRPr="00731FC9" w:rsidTr="00731FC9">
        <w:tc>
          <w:tcPr>
            <w:tcW w:w="1962" w:type="dxa"/>
          </w:tcPr>
          <w:p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:rsidR="003543F4" w:rsidRDefault="003543F4" w:rsidP="003543F4">
            <w:r w:rsidRPr="00C26C46">
              <w:t>konwersatorium</w:t>
            </w:r>
          </w:p>
        </w:tc>
      </w:tr>
      <w:tr w:rsidR="003543F4" w:rsidRPr="00731FC9" w:rsidTr="00731FC9">
        <w:tc>
          <w:tcPr>
            <w:tcW w:w="1962" w:type="dxa"/>
          </w:tcPr>
          <w:p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:rsidR="003543F4" w:rsidRDefault="003543F4" w:rsidP="003543F4">
            <w:r w:rsidRPr="00C26C46">
              <w:t>konwersatorium</w:t>
            </w:r>
          </w:p>
        </w:tc>
      </w:tr>
      <w:tr w:rsidR="003543F4" w:rsidRPr="00731FC9" w:rsidTr="00731FC9">
        <w:tc>
          <w:tcPr>
            <w:tcW w:w="1962" w:type="dxa"/>
          </w:tcPr>
          <w:p w:rsidR="003543F4" w:rsidRPr="00731FC9" w:rsidRDefault="003543F4" w:rsidP="003543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:rsidR="003543F4" w:rsidRDefault="003543F4" w:rsidP="003543F4">
            <w:r w:rsidRPr="00171650">
              <w:t xml:space="preserve">Przygotowanie projektu o dofinansowanie </w:t>
            </w:r>
          </w:p>
        </w:tc>
        <w:tc>
          <w:tcPr>
            <w:tcW w:w="2117" w:type="dxa"/>
          </w:tcPr>
          <w:p w:rsidR="003543F4" w:rsidRDefault="003543F4" w:rsidP="003543F4">
            <w:r w:rsidRPr="00C26C46">
              <w:t>konwersatorium</w:t>
            </w:r>
          </w:p>
        </w:tc>
      </w:tr>
    </w:tbl>
    <w:p w:rsidR="00923D7D" w:rsidRPr="00731F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731FC9" w:rsidRDefault="003E1941" w:rsidP="00D973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4.2 </w:t>
      </w:r>
      <w:r w:rsidR="0085747A" w:rsidRPr="00731F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1FC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31FC9" w:rsidTr="00923D7D">
        <w:tc>
          <w:tcPr>
            <w:tcW w:w="9670" w:type="dxa"/>
          </w:tcPr>
          <w:p w:rsidR="0085747A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w zespołach max 3 osobowych wniosku na realizację projektu społecznego. Projekt przygotowany będzie w generatorze wniosków (w zależności od dostępności konkursu).</w:t>
            </w:r>
          </w:p>
          <w:p w:rsid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Oceniane będą przygotowanie diagnozy, planu działania, harmonogramu, budżetu, ewaluacji, opisu potencjału wykonawcy.</w:t>
            </w:r>
          </w:p>
          <w:p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Kryteria oceny projektu:</w:t>
            </w:r>
          </w:p>
          <w:p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>oryginalność koncepcji (pomysłu)</w:t>
            </w:r>
          </w:p>
          <w:p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>poprawności postawionego problemu</w:t>
            </w:r>
          </w:p>
          <w:p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adekwatność zaproponowanego instrumentu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diagnostycznego</w:t>
            </w:r>
          </w:p>
          <w:p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>znaczenia przewidywanych wyników grantu dla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ealizacji przedsięwzięcia społecznego</w:t>
            </w:r>
          </w:p>
          <w:p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>terminowość złożenia projektu</w:t>
            </w:r>
          </w:p>
          <w:p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Skala ocen: od 1 do 5 pkt. za każde kryterium – razem maks. 30 punktów</w:t>
            </w:r>
          </w:p>
          <w:p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Skala ocen: do 15– 2</w:t>
            </w:r>
          </w:p>
          <w:p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od 15  do 17 – 3</w:t>
            </w:r>
          </w:p>
          <w:p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 xml:space="preserve"> od 18 do 21 – 3,5 </w:t>
            </w:r>
          </w:p>
          <w:p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od 22 do 24 – 4</w:t>
            </w:r>
          </w:p>
          <w:p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od 25 do 27 – 4,5</w:t>
            </w:r>
          </w:p>
          <w:p w:rsidR="00F94E3F" w:rsidRPr="00731FC9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 xml:space="preserve"> od 28 do 30 – 5</w:t>
            </w:r>
          </w:p>
        </w:tc>
      </w:tr>
    </w:tbl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97398" w:rsidRDefault="0085747A" w:rsidP="00D9739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5. </w:t>
      </w:r>
      <w:r w:rsidR="00C61DC5" w:rsidRPr="00731F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731FC9" w:rsidTr="00F53D02">
        <w:tc>
          <w:tcPr>
            <w:tcW w:w="4902" w:type="dxa"/>
            <w:vAlign w:val="center"/>
          </w:tcPr>
          <w:p w:rsidR="0085747A" w:rsidRPr="00731F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F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731F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F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1F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731FC9" w:rsidTr="00F53D02">
        <w:tc>
          <w:tcPr>
            <w:tcW w:w="4902" w:type="dxa"/>
          </w:tcPr>
          <w:p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="000B5AFF" w:rsidRPr="00FE08FC" w:rsidRDefault="00F94E3F" w:rsidP="000B5AFF">
            <w:r>
              <w:t>3</w:t>
            </w:r>
            <w:r w:rsidR="000B5AFF" w:rsidRPr="00FE08FC">
              <w:t>0</w:t>
            </w:r>
          </w:p>
        </w:tc>
      </w:tr>
      <w:tr w:rsidR="000B5AFF" w:rsidRPr="00731FC9" w:rsidTr="00F53D02">
        <w:tc>
          <w:tcPr>
            <w:tcW w:w="4902" w:type="dxa"/>
          </w:tcPr>
          <w:p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0B5AFF" w:rsidRPr="00FE08FC" w:rsidRDefault="00CE2A37" w:rsidP="000B5AFF">
            <w:r>
              <w:t>3</w:t>
            </w:r>
          </w:p>
        </w:tc>
      </w:tr>
      <w:tr w:rsidR="000B5AFF" w:rsidRPr="00731FC9" w:rsidTr="00F53D02">
        <w:tc>
          <w:tcPr>
            <w:tcW w:w="4902" w:type="dxa"/>
          </w:tcPr>
          <w:p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F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F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0B5AFF" w:rsidRPr="00FE08FC" w:rsidRDefault="00CE2A37" w:rsidP="000B5AFF">
            <w:r>
              <w:t>42</w:t>
            </w:r>
          </w:p>
        </w:tc>
      </w:tr>
      <w:tr w:rsidR="000B5AFF" w:rsidRPr="00731FC9" w:rsidTr="00F53D02">
        <w:tc>
          <w:tcPr>
            <w:tcW w:w="4902" w:type="dxa"/>
          </w:tcPr>
          <w:p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0B5AFF" w:rsidRPr="00FE08FC" w:rsidRDefault="00CE2A37" w:rsidP="000B5AFF">
            <w:r>
              <w:t>75</w:t>
            </w:r>
          </w:p>
        </w:tc>
      </w:tr>
      <w:tr w:rsidR="000B5AFF" w:rsidRPr="00731FC9" w:rsidTr="00F53D02">
        <w:tc>
          <w:tcPr>
            <w:tcW w:w="4902" w:type="dxa"/>
          </w:tcPr>
          <w:p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0B5AFF" w:rsidRDefault="00CE2A37" w:rsidP="000B5AFF">
            <w:r>
              <w:t>3</w:t>
            </w:r>
          </w:p>
        </w:tc>
      </w:tr>
    </w:tbl>
    <w:p w:rsidR="0085747A" w:rsidRPr="00731F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F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FC9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731FC9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731FC9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731F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31FC9" w:rsidRDefault="0071620A" w:rsidP="00D973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6. </w:t>
      </w:r>
      <w:r w:rsidR="0085747A" w:rsidRPr="00731FC9">
        <w:rPr>
          <w:rFonts w:ascii="Corbel" w:hAnsi="Corbel"/>
          <w:smallCaps w:val="0"/>
          <w:szCs w:val="24"/>
        </w:rPr>
        <w:t>PRAKTYKI ZAWO</w:t>
      </w:r>
      <w:r w:rsidR="009D3F3B" w:rsidRPr="00731FC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6"/>
        <w:gridCol w:w="3969"/>
      </w:tblGrid>
      <w:tr w:rsidR="0085747A" w:rsidRPr="00731FC9" w:rsidTr="00D97398">
        <w:trPr>
          <w:trHeight w:val="397"/>
        </w:trPr>
        <w:tc>
          <w:tcPr>
            <w:tcW w:w="4366" w:type="dxa"/>
          </w:tcPr>
          <w:p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31FC9" w:rsidTr="00D97398">
        <w:trPr>
          <w:trHeight w:val="397"/>
        </w:trPr>
        <w:tc>
          <w:tcPr>
            <w:tcW w:w="4366" w:type="dxa"/>
          </w:tcPr>
          <w:p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731F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731F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7. </w:t>
      </w:r>
      <w:r w:rsidR="0085747A" w:rsidRPr="00731FC9">
        <w:rPr>
          <w:rFonts w:ascii="Corbel" w:hAnsi="Corbel"/>
          <w:smallCaps w:val="0"/>
          <w:szCs w:val="24"/>
        </w:rPr>
        <w:t>LITERATURA</w:t>
      </w:r>
      <w:r w:rsidRPr="00731FC9">
        <w:rPr>
          <w:rFonts w:ascii="Corbel" w:hAnsi="Corbel"/>
          <w:smallCaps w:val="0"/>
          <w:szCs w:val="24"/>
        </w:rPr>
        <w:t xml:space="preserve"> 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0"/>
      </w:tblGrid>
      <w:tr w:rsidR="0085747A" w:rsidRPr="00731FC9" w:rsidTr="00D97398">
        <w:trPr>
          <w:trHeight w:val="397"/>
        </w:trPr>
        <w:tc>
          <w:tcPr>
            <w:tcW w:w="10490" w:type="dxa"/>
          </w:tcPr>
          <w:p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729E4" w:rsidRDefault="008729E4" w:rsidP="008729E4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Rada Młodych Naukowców (2013).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Jak napisać wniosek na finansowanie badań naukowych. 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Warszawa. Dostępna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: </w:t>
            </w:r>
            <w:hyperlink r:id="rId8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https://ifa.filg.uj.edu.pl/documents/4285783/cefdb80c-5e91-4f76-9b8f-825d1f2da56f</w:t>
              </w:r>
            </w:hyperlink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8729E4" w:rsidRDefault="008729E4" w:rsidP="008729E4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Grucza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B. red. (2012).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ABC Zarządzania projektami miękkimi.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Ministerstwo Infrastruktury i Rozwoju. Departament Europejskiego Funduszu Społecznego. 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F94E3F" w:rsidRPr="008729E4" w:rsidRDefault="008729E4" w:rsidP="008729E4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Plata-</w:t>
            </w:r>
            <w:r>
              <w:rPr>
                <w:rStyle w:val="spellingerror"/>
                <w:rFonts w:ascii="Corbel" w:eastAsia="Calibri" w:hAnsi="Corbel" w:cs="Segoe UI"/>
                <w:color w:val="000000"/>
              </w:rPr>
              <w:t>Nalborski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K. (2017).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Projekty z dotacją. Poradnik konsultanta, wnioskodawcy i</w:t>
            </w:r>
            <w:r>
              <w:rPr>
                <w:rStyle w:val="normaltextrun"/>
                <w:rFonts w:ascii="Arial" w:hAnsi="Arial" w:cs="Arial"/>
                <w:i/>
                <w:iCs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beneficjenta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Gliwice: Helion. Dostępna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: </w:t>
            </w:r>
            <w:hyperlink r:id="rId9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https://pdf.helion.pl/prodot/prodot.pdf</w:t>
              </w:r>
            </w:hyperlink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</w:tc>
      </w:tr>
      <w:tr w:rsidR="0085747A" w:rsidRPr="00731FC9" w:rsidTr="00D97398">
        <w:trPr>
          <w:trHeight w:val="397"/>
        </w:trPr>
        <w:tc>
          <w:tcPr>
            <w:tcW w:w="10490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A37" w:rsidRDefault="00CE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Dokumentacja projektowa</w:t>
            </w:r>
          </w:p>
          <w:p w:rsidR="00266588" w:rsidRPr="00D97398" w:rsidRDefault="00CE2A37" w:rsidP="00DD6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Wnioski o dofinansowanie</w:t>
            </w:r>
          </w:p>
        </w:tc>
      </w:tr>
    </w:tbl>
    <w:p w:rsidR="0085747A" w:rsidRPr="00731F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31F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31F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F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1FC9" w:rsidSect="0085747A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835" w:rsidRDefault="003C7835" w:rsidP="00C16ABF">
      <w:pPr>
        <w:spacing w:after="0" w:line="240" w:lineRule="auto"/>
      </w:pPr>
      <w:r>
        <w:separator/>
      </w:r>
    </w:p>
  </w:endnote>
  <w:endnote w:type="continuationSeparator" w:id="0">
    <w:p w:rsidR="003C7835" w:rsidRDefault="003C78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687335"/>
      <w:docPartObj>
        <w:docPartGallery w:val="Page Numbers (Bottom of Page)"/>
        <w:docPartUnique/>
      </w:docPartObj>
    </w:sdtPr>
    <w:sdtContent>
      <w:p w:rsidR="0058149A" w:rsidRDefault="0080130D">
        <w:pPr>
          <w:pStyle w:val="Stopka"/>
          <w:jc w:val="center"/>
        </w:pPr>
        <w:r>
          <w:fldChar w:fldCharType="begin"/>
        </w:r>
        <w:r w:rsidR="0058149A">
          <w:instrText>PAGE   \* MERGEFORMAT</w:instrText>
        </w:r>
        <w:r>
          <w:fldChar w:fldCharType="separate"/>
        </w:r>
        <w:r w:rsidR="008729E4">
          <w:rPr>
            <w:noProof/>
          </w:rPr>
          <w:t>4</w:t>
        </w:r>
        <w:r>
          <w:fldChar w:fldCharType="end"/>
        </w:r>
      </w:p>
    </w:sdtContent>
  </w:sdt>
  <w:p w:rsidR="0058149A" w:rsidRDefault="005814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835" w:rsidRDefault="003C7835" w:rsidP="00C16ABF">
      <w:pPr>
        <w:spacing w:after="0" w:line="240" w:lineRule="auto"/>
      </w:pPr>
      <w:r>
        <w:separator/>
      </w:r>
    </w:p>
  </w:footnote>
  <w:footnote w:type="continuationSeparator" w:id="0">
    <w:p w:rsidR="003C7835" w:rsidRDefault="003C7835" w:rsidP="00C16ABF">
      <w:pPr>
        <w:spacing w:after="0" w:line="240" w:lineRule="auto"/>
      </w:pPr>
      <w:r>
        <w:continuationSeparator/>
      </w:r>
    </w:p>
  </w:footnote>
  <w:footnote w:id="1">
    <w:p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szAxMTazsDA3NzZT0lEKTi0uzszPAykwrAUA8wYFuywAAAA="/>
  </w:docVars>
  <w:rsids>
    <w:rsidRoot w:val="00BD66E9"/>
    <w:rsid w:val="000048FD"/>
    <w:rsid w:val="000077B4"/>
    <w:rsid w:val="00012B95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01CF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588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3F4"/>
    <w:rsid w:val="00363F78"/>
    <w:rsid w:val="003811AF"/>
    <w:rsid w:val="003A0A5B"/>
    <w:rsid w:val="003A1176"/>
    <w:rsid w:val="003A4230"/>
    <w:rsid w:val="003C0BAE"/>
    <w:rsid w:val="003C7835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77F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0130D"/>
    <w:rsid w:val="0081554D"/>
    <w:rsid w:val="0081707E"/>
    <w:rsid w:val="00820585"/>
    <w:rsid w:val="0082552D"/>
    <w:rsid w:val="00840F07"/>
    <w:rsid w:val="008449B3"/>
    <w:rsid w:val="00844F60"/>
    <w:rsid w:val="008552A2"/>
    <w:rsid w:val="0085747A"/>
    <w:rsid w:val="008729E4"/>
    <w:rsid w:val="008737E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039"/>
    <w:rsid w:val="009508DF"/>
    <w:rsid w:val="00950DAC"/>
    <w:rsid w:val="00954A07"/>
    <w:rsid w:val="00976F5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5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5D6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398"/>
    <w:rsid w:val="00DA2114"/>
    <w:rsid w:val="00DD61A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F0B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05B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729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29E4"/>
  </w:style>
  <w:style w:type="character" w:customStyle="1" w:styleId="eop">
    <w:name w:val="eop"/>
    <w:basedOn w:val="Domylnaczcionkaakapitu"/>
    <w:rsid w:val="008729E4"/>
  </w:style>
  <w:style w:type="character" w:customStyle="1" w:styleId="spellingerror">
    <w:name w:val="spellingerror"/>
    <w:basedOn w:val="Domylnaczcionkaakapitu"/>
    <w:rsid w:val="00872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5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fa.filg.uj.edu.pl/documents/4285783/cefdb80c-5e91-4f76-9b8f-825d1f2da56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df.helion.pl/prodot/prodot.pdf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8D1F49-1D7E-411A-A2A4-4DFE77F7BE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270BB4-00B6-40B3-B577-F6CBB269408B}"/>
</file>

<file path=customXml/itemProps3.xml><?xml version="1.0" encoding="utf-8"?>
<ds:datastoreItem xmlns:ds="http://schemas.openxmlformats.org/officeDocument/2006/customXml" ds:itemID="{D3B77255-A3E0-480D-B8D3-993BB27E8524}"/>
</file>

<file path=customXml/itemProps4.xml><?xml version="1.0" encoding="utf-8"?>
<ds:datastoreItem xmlns:ds="http://schemas.openxmlformats.org/officeDocument/2006/customXml" ds:itemID="{01E03096-736B-4ED9-9198-55001ECBA2B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1051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2019-11-30T10:18:00Z</cp:lastPrinted>
  <dcterms:created xsi:type="dcterms:W3CDTF">2021-10-01T13:30:00Z</dcterms:created>
  <dcterms:modified xsi:type="dcterms:W3CDTF">2021-10-01T13:30:00Z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